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6E110" w14:textId="374E1E99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9314D9" w:rsidRPr="00654CA7">
        <w:rPr>
          <w:rFonts w:ascii="Times New Roman" w:hAnsi="Times New Roman"/>
          <w:b/>
          <w:bCs/>
          <w:sz w:val="20"/>
          <w:szCs w:val="20"/>
        </w:rPr>
        <w:t>1</w:t>
      </w:r>
      <w:r w:rsidR="00AB0089">
        <w:rPr>
          <w:rFonts w:ascii="Times New Roman" w:hAnsi="Times New Roman"/>
          <w:b/>
          <w:bCs/>
          <w:sz w:val="20"/>
          <w:szCs w:val="20"/>
        </w:rPr>
        <w:t>b</w:t>
      </w:r>
      <w:bookmarkStart w:id="0" w:name="_GoBack"/>
      <w:bookmarkEnd w:id="0"/>
      <w:r w:rsidR="00E03349" w:rsidRPr="00654CA7">
        <w:rPr>
          <w:rFonts w:ascii="Times New Roman" w:hAnsi="Times New Roman"/>
          <w:b/>
          <w:bCs/>
          <w:sz w:val="20"/>
          <w:szCs w:val="20"/>
        </w:rPr>
        <w:t xml:space="preserve"> do S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WZ </w:t>
      </w:r>
    </w:p>
    <w:p w14:paraId="27B4F922" w14:textId="6BA62F66" w:rsidR="008E581E" w:rsidRPr="00B81C47" w:rsidRDefault="00E50A7E" w:rsidP="00E50A7E">
      <w:pPr>
        <w:spacing w:before="12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81C47">
        <w:rPr>
          <w:rFonts w:ascii="Times New Roman" w:hAnsi="Times New Roman"/>
          <w:b/>
          <w:bCs/>
          <w:sz w:val="20"/>
          <w:szCs w:val="20"/>
        </w:rPr>
        <w:t xml:space="preserve">Pakiet nr  </w:t>
      </w:r>
      <w:r w:rsidR="00AB0089">
        <w:rPr>
          <w:rFonts w:ascii="Times New Roman" w:hAnsi="Times New Roman"/>
          <w:b/>
          <w:bCs/>
          <w:sz w:val="20"/>
          <w:szCs w:val="20"/>
        </w:rPr>
        <w:t>2</w:t>
      </w:r>
    </w:p>
    <w:p w14:paraId="4DA9B436" w14:textId="2B7E1BC6" w:rsidR="00B81C47" w:rsidRPr="00654CA7" w:rsidRDefault="00B81C47" w:rsidP="00E50A7E">
      <w:pPr>
        <w:spacing w:before="120" w:line="276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64C64A6B" w14:textId="77777777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_____________________________________________, dnia _____________ r.</w:t>
      </w:r>
    </w:p>
    <w:p w14:paraId="345C2AF3" w14:textId="77777777" w:rsidR="009478CB" w:rsidRDefault="009478CB" w:rsidP="009478CB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5F303701" w14:textId="77777777" w:rsidR="00D63894" w:rsidRPr="00654CA7" w:rsidRDefault="00D6389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14:paraId="57BB1D4B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654CA7">
        <w:rPr>
          <w:rFonts w:ascii="Times New Roman" w:hAnsi="Times New Roman"/>
          <w:b/>
          <w:sz w:val="20"/>
          <w:szCs w:val="20"/>
          <w:lang w:eastAsia="ar-SA"/>
        </w:rPr>
        <w:t>Politechnika Poznańska</w:t>
      </w:r>
    </w:p>
    <w:p w14:paraId="405FB0B8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Siedziba: pl. Marii Skłodowskiej-Curie 5</w:t>
      </w:r>
    </w:p>
    <w:p w14:paraId="320B60F4" w14:textId="77777777" w:rsidR="00D972F4" w:rsidRPr="00654CA7" w:rsidRDefault="00D972F4" w:rsidP="00D972F4">
      <w:pPr>
        <w:tabs>
          <w:tab w:val="left" w:pos="993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60-965 Poznań</w:t>
      </w:r>
    </w:p>
    <w:p w14:paraId="79934FDF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NIP 777-00-03-699</w:t>
      </w:r>
    </w:p>
    <w:p w14:paraId="236C190C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REGON: 000001608</w:t>
      </w:r>
    </w:p>
    <w:p w14:paraId="05099E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3350076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Wykonawca 1 </w:t>
      </w:r>
    </w:p>
    <w:p w14:paraId="535FAE8B" w14:textId="281A653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Nazwa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....................................................................................................................................</w:t>
      </w:r>
    </w:p>
    <w:p w14:paraId="18B7F81E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adres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14:paraId="64B666C5" w14:textId="24CBBA0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</w:t>
      </w:r>
    </w:p>
    <w:p w14:paraId="44918588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1DBC96D0" w14:textId="574194D6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NIP 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Pr="00654CA7">
        <w:rPr>
          <w:rFonts w:ascii="Times New Roman" w:hAnsi="Times New Roman"/>
          <w:sz w:val="20"/>
          <w:szCs w:val="20"/>
        </w:rPr>
        <w:t xml:space="preserve"> REGON .................................</w:t>
      </w:r>
      <w:r w:rsidR="00DB688B" w:rsidRPr="00654CA7">
        <w:rPr>
          <w:rFonts w:ascii="Times New Roman" w:hAnsi="Times New Roman"/>
          <w:sz w:val="20"/>
          <w:szCs w:val="20"/>
        </w:rPr>
        <w:t>......</w:t>
      </w:r>
    </w:p>
    <w:p w14:paraId="66F26C52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Wykonawca 2*</w:t>
      </w:r>
    </w:p>
    <w:p w14:paraId="7D327FE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Nazwa ..................................................................................................................................................................................</w:t>
      </w:r>
    </w:p>
    <w:p w14:paraId="15625D6C" w14:textId="37DB3C9D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adres 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</w:p>
    <w:p w14:paraId="79A6C63B" w14:textId="09F7C5EA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</w:t>
      </w:r>
    </w:p>
    <w:p w14:paraId="0E0FC903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 xml:space="preserve">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0E9F2A12" w14:textId="6442BD13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NIP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: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ab/>
        <w:t xml:space="preserve">………………………………….. </w:t>
      </w:r>
      <w:r w:rsidRPr="00654CA7">
        <w:rPr>
          <w:rFonts w:ascii="Times New Roman" w:hAnsi="Times New Roman"/>
          <w:sz w:val="20"/>
          <w:szCs w:val="20"/>
        </w:rPr>
        <w:t>REGON .....................................................................</w:t>
      </w:r>
    </w:p>
    <w:p w14:paraId="0B1DADF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CA688E9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Pełnomocnik* </w:t>
      </w:r>
      <w:r w:rsidRPr="00654CA7">
        <w:rPr>
          <w:rFonts w:ascii="Times New Roman" w:hAnsi="Times New Roman"/>
          <w:bCs/>
          <w:sz w:val="20"/>
          <w:szCs w:val="20"/>
        </w:rPr>
        <w:t>do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Pr="00654CA7">
        <w:rPr>
          <w:rFonts w:ascii="Times New Roman" w:hAnsi="Times New Roman"/>
          <w:bCs/>
          <w:sz w:val="20"/>
          <w:szCs w:val="20"/>
        </w:rPr>
        <w:t xml:space="preserve">reprezentowania Wykonawców ubiegających się wspólnie o udzielenie Zamówienia 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(np. lider Konsorcjum) </w:t>
      </w: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6BDF196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14:paraId="68DD63B2" w14:textId="62CCA0A0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</w:t>
      </w:r>
    </w:p>
    <w:p w14:paraId="10468C31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i/>
          <w:sz w:val="20"/>
          <w:szCs w:val="20"/>
          <w:lang w:val="de-AT"/>
        </w:rPr>
      </w:pPr>
    </w:p>
    <w:p w14:paraId="7D7CF62F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bCs/>
          <w:i/>
          <w:sz w:val="20"/>
          <w:szCs w:val="20"/>
        </w:rPr>
        <w:t>* wypełniają jedynie Wykonawcy wspólnie ubiegający się o udzielenie Zamówienia.</w:t>
      </w:r>
    </w:p>
    <w:p w14:paraId="3DFD66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Dane osoby upoważnionej do kontaktów w sprawie oferty: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3D5ADEF0" w14:textId="0728B89C" w:rsidR="008E581E" w:rsidRPr="00654CA7" w:rsidRDefault="008E581E" w:rsidP="00D35252">
      <w:p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Imię i nazwisko ................................................</w:t>
      </w:r>
    </w:p>
    <w:p w14:paraId="74BE6B74" w14:textId="77777777" w:rsidR="00D35252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telefon.............................................................. </w:t>
      </w:r>
    </w:p>
    <w:p w14:paraId="62277035" w14:textId="403F004E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e-mail ................................................................</w:t>
      </w:r>
    </w:p>
    <w:p w14:paraId="1E0884FC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7E28852" w14:textId="77777777" w:rsidR="008E581E" w:rsidRPr="00654CA7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 xml:space="preserve">Odpowiadając na ogłoszenie o przetargu nieograniczonym </w:t>
      </w:r>
      <w:r w:rsidRPr="00654CA7">
        <w:rPr>
          <w:rFonts w:ascii="Times New Roman" w:hAnsi="Times New Roman"/>
          <w:sz w:val="20"/>
          <w:szCs w:val="20"/>
        </w:rPr>
        <w:t>pn</w:t>
      </w:r>
      <w:r w:rsidR="0008087B" w:rsidRPr="00654CA7">
        <w:rPr>
          <w:rFonts w:ascii="Times New Roman" w:hAnsi="Times New Roman"/>
          <w:sz w:val="20"/>
          <w:szCs w:val="20"/>
        </w:rPr>
        <w:t>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686B94B4" w14:textId="4E7D65A8" w:rsidR="00654CA7" w:rsidRPr="00654CA7" w:rsidRDefault="00654CA7" w:rsidP="003B2686">
      <w:pPr>
        <w:pStyle w:val="Akapitzlist"/>
        <w:spacing w:after="60"/>
        <w:jc w:val="both"/>
        <w:rPr>
          <w:rFonts w:eastAsia="Arial"/>
          <w:b/>
          <w:lang w:eastAsia="pl-PL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</w:t>
      </w:r>
      <w:r w:rsidR="003B2686">
        <w:rPr>
          <w:rFonts w:ascii="Times New Roman" w:hAnsi="Times New Roman"/>
          <w:b/>
          <w:sz w:val="20"/>
          <w:szCs w:val="20"/>
        </w:rPr>
        <w:t>ie nowego sprzętu komputerowego</w:t>
      </w:r>
      <w:r w:rsidRPr="00654CA7">
        <w:rPr>
          <w:rFonts w:ascii="Times New Roman" w:hAnsi="Times New Roman"/>
          <w:b/>
          <w:sz w:val="20"/>
          <w:szCs w:val="20"/>
        </w:rPr>
        <w:t xml:space="preserve"> i oprogramowan</w:t>
      </w:r>
      <w:r w:rsidR="003B2686">
        <w:rPr>
          <w:rFonts w:ascii="Times New Roman" w:hAnsi="Times New Roman"/>
          <w:b/>
          <w:sz w:val="20"/>
          <w:szCs w:val="20"/>
        </w:rPr>
        <w:t>ia dla Politechniki Poznańskiej”</w:t>
      </w:r>
    </w:p>
    <w:p w14:paraId="54A3BDD5" w14:textId="77777777" w:rsidR="0008087B" w:rsidRPr="00654CA7" w:rsidRDefault="0008087B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składam ofertę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6003F9" w:rsidRPr="00654CA7">
        <w:rPr>
          <w:rFonts w:ascii="Times New Roman" w:hAnsi="Times New Roman"/>
          <w:sz w:val="20"/>
          <w:szCs w:val="20"/>
        </w:rPr>
        <w:t>na wykonanie P</w:t>
      </w:r>
      <w:r w:rsidR="008E581E" w:rsidRPr="00654CA7">
        <w:rPr>
          <w:rFonts w:ascii="Times New Roman" w:hAnsi="Times New Roman"/>
          <w:sz w:val="20"/>
          <w:szCs w:val="20"/>
        </w:rPr>
        <w:t>rzedmiotu Zamówienia</w:t>
      </w:r>
      <w:r w:rsidR="00046F1F" w:rsidRPr="00654CA7">
        <w:rPr>
          <w:rFonts w:ascii="Times New Roman" w:hAnsi="Times New Roman"/>
          <w:sz w:val="20"/>
          <w:szCs w:val="20"/>
        </w:rPr>
        <w:t xml:space="preserve"> - </w:t>
      </w:r>
      <w:r w:rsidR="008E581E" w:rsidRPr="00654CA7">
        <w:rPr>
          <w:rFonts w:ascii="Times New Roman" w:hAnsi="Times New Roman"/>
          <w:sz w:val="20"/>
          <w:szCs w:val="20"/>
        </w:rPr>
        <w:t xml:space="preserve"> zgodnie z przekazaną dokumentacją.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28B68200" w14:textId="77777777" w:rsidR="008E581E" w:rsidRPr="00654CA7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Oferuję wykonanie Przedmiotu Zamówienia za </w:t>
      </w:r>
      <w:r w:rsidR="009314D9" w:rsidRPr="00654CA7">
        <w:rPr>
          <w:rFonts w:ascii="Times New Roman" w:hAnsi="Times New Roman"/>
          <w:b/>
          <w:sz w:val="20"/>
          <w:szCs w:val="20"/>
        </w:rPr>
        <w:t>łączną kwotę</w:t>
      </w:r>
      <w:r w:rsidR="00F34D0F" w:rsidRPr="00654CA7">
        <w:rPr>
          <w:rFonts w:ascii="Times New Roman" w:hAnsi="Times New Roman"/>
          <w:b/>
          <w:sz w:val="20"/>
          <w:szCs w:val="20"/>
        </w:rPr>
        <w:t>:</w:t>
      </w:r>
      <w:r w:rsidR="009314D9" w:rsidRPr="00654CA7">
        <w:rPr>
          <w:rFonts w:ascii="Times New Roman" w:hAnsi="Times New Roman"/>
          <w:b/>
          <w:sz w:val="20"/>
          <w:szCs w:val="20"/>
        </w:rPr>
        <w:t xml:space="preserve"> </w:t>
      </w:r>
    </w:p>
    <w:p w14:paraId="7CA609DF" w14:textId="1AE2B105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netto: .…………………………… zł, </w:t>
      </w:r>
    </w:p>
    <w:p w14:paraId="08D5A1FB" w14:textId="752155A4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powiększoną o podatek VAT o stawce 23%, </w:t>
      </w:r>
    </w:p>
    <w:p w14:paraId="3C7DCBB4" w14:textId="77777777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brutto wynosi …………………………………….………………….……………… zł, </w:t>
      </w:r>
    </w:p>
    <w:p w14:paraId="32FBC4B2" w14:textId="77777777" w:rsidR="008E581E" w:rsidRPr="00654CA7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b/>
          <w:sz w:val="20"/>
          <w:szCs w:val="20"/>
        </w:rPr>
      </w:pPr>
      <w:r w:rsidRPr="00654CA7">
        <w:rPr>
          <w:b/>
          <w:sz w:val="20"/>
          <w:szCs w:val="20"/>
        </w:rPr>
        <w:t>Oświadczam</w:t>
      </w:r>
      <w:r w:rsidR="008E581E" w:rsidRPr="00654CA7">
        <w:rPr>
          <w:b/>
          <w:sz w:val="20"/>
          <w:szCs w:val="20"/>
        </w:rPr>
        <w:t xml:space="preserve">, że podane ceny uwzględniają wszystkie elementy cenotwórcze dotyczące realizacji </w:t>
      </w:r>
      <w:r w:rsidRPr="00654CA7">
        <w:rPr>
          <w:b/>
          <w:sz w:val="20"/>
          <w:szCs w:val="20"/>
        </w:rPr>
        <w:t>P</w:t>
      </w:r>
      <w:r w:rsidR="008E581E" w:rsidRPr="00654CA7">
        <w:rPr>
          <w:b/>
          <w:sz w:val="20"/>
          <w:szCs w:val="20"/>
        </w:rPr>
        <w:t xml:space="preserve">rzedmiotu </w:t>
      </w:r>
      <w:r w:rsidRPr="00654CA7">
        <w:rPr>
          <w:b/>
          <w:sz w:val="20"/>
          <w:szCs w:val="20"/>
        </w:rPr>
        <w:t>Z</w:t>
      </w:r>
      <w:r w:rsidR="008E581E" w:rsidRPr="00654CA7">
        <w:rPr>
          <w:b/>
          <w:sz w:val="20"/>
          <w:szCs w:val="20"/>
        </w:rPr>
        <w:t xml:space="preserve">amówienia zgodnie z wymogami </w:t>
      </w:r>
      <w:r w:rsidR="00B510C2" w:rsidRPr="00654CA7">
        <w:rPr>
          <w:b/>
          <w:sz w:val="20"/>
          <w:szCs w:val="20"/>
        </w:rPr>
        <w:t>S</w:t>
      </w:r>
      <w:r w:rsidRPr="00654CA7">
        <w:rPr>
          <w:b/>
          <w:sz w:val="20"/>
          <w:szCs w:val="20"/>
        </w:rPr>
        <w:t>WZ</w:t>
      </w:r>
      <w:r w:rsidR="008E581E" w:rsidRPr="00654CA7">
        <w:rPr>
          <w:b/>
          <w:sz w:val="20"/>
          <w:szCs w:val="20"/>
        </w:rPr>
        <w:t xml:space="preserve">. </w:t>
      </w:r>
    </w:p>
    <w:p w14:paraId="7FB5AB10" w14:textId="77777777" w:rsidR="008E581E" w:rsidRPr="00654CA7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</w:p>
    <w:p w14:paraId="7770932C" w14:textId="77777777" w:rsidR="008E581E" w:rsidRPr="00654CA7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amówienie z</w:t>
      </w:r>
      <w:r w:rsidR="0008087B" w:rsidRPr="00654CA7">
        <w:rPr>
          <w:rFonts w:ascii="Times New Roman" w:hAnsi="Times New Roman"/>
          <w:sz w:val="20"/>
          <w:szCs w:val="20"/>
        </w:rPr>
        <w:t>ostanie zrealizowane w terminie</w:t>
      </w:r>
      <w:r w:rsidR="008E581E" w:rsidRPr="00654CA7">
        <w:rPr>
          <w:rFonts w:ascii="Times New Roman" w:hAnsi="Times New Roman"/>
          <w:sz w:val="20"/>
          <w:szCs w:val="20"/>
        </w:rPr>
        <w:t xml:space="preserve"> określony</w:t>
      </w:r>
      <w:r w:rsidR="0008087B" w:rsidRPr="00654CA7">
        <w:rPr>
          <w:rFonts w:ascii="Times New Roman" w:hAnsi="Times New Roman"/>
          <w:sz w:val="20"/>
          <w:szCs w:val="20"/>
        </w:rPr>
        <w:t>m</w:t>
      </w:r>
      <w:r w:rsidR="008E581E" w:rsidRPr="00654CA7">
        <w:rPr>
          <w:rFonts w:ascii="Times New Roman" w:hAnsi="Times New Roman"/>
          <w:sz w:val="20"/>
          <w:szCs w:val="20"/>
        </w:rPr>
        <w:t xml:space="preserve"> w SWZ oraz we wzorze umowy; </w:t>
      </w:r>
    </w:p>
    <w:p w14:paraId="34CB03AF" w14:textId="77777777" w:rsidR="00046F1F" w:rsidRPr="00654CA7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w cenie mojej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Pr="00654CA7">
        <w:rPr>
          <w:rFonts w:ascii="Times New Roman" w:hAnsi="Times New Roman"/>
          <w:sz w:val="20"/>
          <w:szCs w:val="20"/>
        </w:rPr>
        <w:t>oferty zostały uwzględnione wszystkie koszty wykonania zamówienia określone w</w:t>
      </w:r>
      <w:r w:rsidR="00190FD1" w:rsidRPr="00654CA7">
        <w:rPr>
          <w:rFonts w:ascii="Times New Roman" w:hAnsi="Times New Roman"/>
          <w:sz w:val="20"/>
          <w:szCs w:val="20"/>
        </w:rPr>
        <w:t xml:space="preserve"> SWZ</w:t>
      </w:r>
      <w:r w:rsidRPr="00654CA7">
        <w:rPr>
          <w:rFonts w:ascii="Times New Roman" w:hAnsi="Times New Roman"/>
          <w:sz w:val="20"/>
          <w:szCs w:val="20"/>
        </w:rPr>
        <w:t>.</w:t>
      </w:r>
    </w:p>
    <w:p w14:paraId="6B591E6C" w14:textId="77777777" w:rsidR="008E581E" w:rsidRPr="00654CA7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apoznałem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 SWZ, załącznikami do SWZ (w tym z wzorem umowy) oraz z</w:t>
      </w:r>
      <w:r w:rsidR="00046F1F" w:rsidRPr="00654CA7">
        <w:rPr>
          <w:rFonts w:ascii="Times New Roman" w:hAnsi="Times New Roman"/>
          <w:sz w:val="20"/>
          <w:szCs w:val="20"/>
        </w:rPr>
        <w:t> </w:t>
      </w:r>
      <w:r w:rsidR="008E581E" w:rsidRPr="00654CA7">
        <w:rPr>
          <w:rFonts w:ascii="Times New Roman" w:hAnsi="Times New Roman"/>
          <w:sz w:val="20"/>
          <w:szCs w:val="20"/>
        </w:rPr>
        <w:t>wyjaśnieniami do SWZ i jej modyfikacjami (j</w:t>
      </w:r>
      <w:r w:rsidR="002F45B1" w:rsidRPr="00654CA7">
        <w:rPr>
          <w:rFonts w:ascii="Times New Roman" w:hAnsi="Times New Roman"/>
          <w:sz w:val="20"/>
          <w:szCs w:val="20"/>
        </w:rPr>
        <w:t xml:space="preserve">eżeli takie miały miejsce), nie </w:t>
      </w:r>
      <w:r w:rsidR="008E581E" w:rsidRPr="00654CA7">
        <w:rPr>
          <w:rFonts w:ascii="Times New Roman" w:hAnsi="Times New Roman"/>
          <w:sz w:val="20"/>
          <w:szCs w:val="20"/>
        </w:rPr>
        <w:t>wnoszę</w:t>
      </w:r>
      <w:r w:rsidR="009B0710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w stosunku do nich żadnych uwag i uznaję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za związanego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określonymi w nich zasadami;</w:t>
      </w:r>
    </w:p>
    <w:p w14:paraId="54F10ADF" w14:textId="77777777" w:rsidR="008E581E" w:rsidRPr="00654CA7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U</w:t>
      </w:r>
      <w:r w:rsidR="008E581E" w:rsidRPr="00654CA7">
        <w:rPr>
          <w:rFonts w:ascii="Times New Roman" w:hAnsi="Times New Roman"/>
          <w:b/>
          <w:sz w:val="20"/>
          <w:szCs w:val="20"/>
        </w:rPr>
        <w:t>ważam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b/>
          <w:sz w:val="20"/>
          <w:szCs w:val="20"/>
        </w:rPr>
        <w:t>się za związan</w:t>
      </w:r>
      <w:r w:rsidRPr="00654CA7">
        <w:rPr>
          <w:rFonts w:ascii="Times New Roman" w:hAnsi="Times New Roman"/>
          <w:b/>
          <w:sz w:val="20"/>
          <w:szCs w:val="20"/>
        </w:rPr>
        <w:t>ego</w:t>
      </w:r>
      <w:r w:rsidR="008E581E" w:rsidRPr="00654CA7">
        <w:rPr>
          <w:rFonts w:ascii="Times New Roman" w:hAnsi="Times New Roman"/>
          <w:b/>
          <w:sz w:val="20"/>
          <w:szCs w:val="20"/>
        </w:rPr>
        <w:t xml:space="preserve"> niniejszą ofertą na okres </w:t>
      </w:r>
      <w:r w:rsidR="00CE0F22" w:rsidRPr="00654CA7">
        <w:rPr>
          <w:rFonts w:ascii="Times New Roman" w:hAnsi="Times New Roman"/>
          <w:b/>
          <w:sz w:val="20"/>
          <w:szCs w:val="20"/>
        </w:rPr>
        <w:t xml:space="preserve">90 </w:t>
      </w:r>
      <w:r w:rsidR="008E581E" w:rsidRPr="00654CA7">
        <w:rPr>
          <w:rFonts w:ascii="Times New Roman" w:hAnsi="Times New Roman"/>
          <w:b/>
          <w:bCs/>
          <w:sz w:val="20"/>
          <w:szCs w:val="20"/>
        </w:rPr>
        <w:t xml:space="preserve">dni, </w:t>
      </w:r>
      <w:r w:rsidR="008E581E" w:rsidRPr="00654CA7">
        <w:rPr>
          <w:rFonts w:ascii="Times New Roman" w:hAnsi="Times New Roman"/>
          <w:b/>
          <w:sz w:val="20"/>
          <w:szCs w:val="20"/>
        </w:rPr>
        <w:t>licząc od dnia otwarcia ofert (włącznie z tym dniem)</w:t>
      </w:r>
      <w:r w:rsidR="00481AAF" w:rsidRPr="00654CA7">
        <w:rPr>
          <w:rFonts w:ascii="Times New Roman" w:hAnsi="Times New Roman"/>
          <w:b/>
          <w:sz w:val="20"/>
          <w:szCs w:val="20"/>
        </w:rPr>
        <w:t>.</w:t>
      </w:r>
    </w:p>
    <w:p w14:paraId="3E3AEDBF" w14:textId="77777777" w:rsidR="008E581E" w:rsidRPr="00654CA7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zobowiązuję</w:t>
      </w:r>
      <w:r w:rsidR="0008087B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Pr="00654CA7">
        <w:rPr>
          <w:rFonts w:ascii="Times New Roman" w:hAnsi="Times New Roman"/>
          <w:strike/>
          <w:sz w:val="20"/>
          <w:szCs w:val="20"/>
        </w:rPr>
        <w:t xml:space="preserve">się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przed podpisaniem umowy </w:t>
      </w:r>
      <w:r w:rsidR="009314D9" w:rsidRPr="00654CA7">
        <w:rPr>
          <w:rFonts w:ascii="Times New Roman" w:hAnsi="Times New Roman"/>
          <w:strike/>
          <w:sz w:val="20"/>
          <w:szCs w:val="20"/>
        </w:rPr>
        <w:t>wnieść zabezpieczenie należytego wykonania umowy.</w:t>
      </w:r>
      <w:r w:rsidR="009314D9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 xml:space="preserve"> </w:t>
      </w:r>
      <w:r w:rsidR="001A0812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5BF7EF7" w14:textId="77777777" w:rsidR="008E581E" w:rsidRPr="00654CA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sz w:val="20"/>
          <w:szCs w:val="20"/>
        </w:rPr>
      </w:pPr>
      <w:r w:rsidRPr="00654CA7">
        <w:rPr>
          <w:bCs/>
          <w:sz w:val="20"/>
          <w:szCs w:val="20"/>
        </w:rPr>
        <w:t>Oświadczam</w:t>
      </w:r>
      <w:r w:rsidR="008E581E" w:rsidRPr="00654CA7">
        <w:rPr>
          <w:bCs/>
          <w:sz w:val="20"/>
          <w:szCs w:val="20"/>
        </w:rPr>
        <w:t>, że wybór oferty nie będzie prowadzić do powstania u Zamawiającego obow</w:t>
      </w:r>
      <w:r w:rsidRPr="00654CA7">
        <w:rPr>
          <w:bCs/>
          <w:sz w:val="20"/>
          <w:szCs w:val="20"/>
        </w:rPr>
        <w:t>iązku podatkowego</w:t>
      </w:r>
      <w:r w:rsidR="00CE0F22" w:rsidRPr="00654CA7">
        <w:rPr>
          <w:bCs/>
          <w:sz w:val="20"/>
          <w:szCs w:val="20"/>
        </w:rPr>
        <w:t xml:space="preserve"> w rozumieniu art. </w:t>
      </w:r>
      <w:r w:rsidR="003D2C42" w:rsidRPr="00654CA7">
        <w:rPr>
          <w:bCs/>
          <w:sz w:val="20"/>
          <w:szCs w:val="20"/>
        </w:rPr>
        <w:t>225</w:t>
      </w:r>
      <w:r w:rsidRPr="00654CA7">
        <w:rPr>
          <w:bCs/>
          <w:sz w:val="20"/>
          <w:szCs w:val="20"/>
        </w:rPr>
        <w:t>/ Oświadczam</w:t>
      </w:r>
      <w:r w:rsidR="008E581E" w:rsidRPr="00654CA7">
        <w:rPr>
          <w:bCs/>
          <w:sz w:val="20"/>
          <w:szCs w:val="20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 w:rsidRPr="00654CA7">
        <w:rPr>
          <w:bCs/>
          <w:sz w:val="20"/>
          <w:szCs w:val="20"/>
        </w:rPr>
        <w:t>…………………………………………………………………………</w:t>
      </w:r>
      <w:r w:rsidR="008E581E" w:rsidRPr="00654CA7">
        <w:rPr>
          <w:bCs/>
          <w:sz w:val="20"/>
          <w:szCs w:val="20"/>
        </w:rPr>
        <w:t>. – wartość podatku .....................................................</w:t>
      </w:r>
      <w:r w:rsidR="00552CED" w:rsidRPr="00654CA7">
        <w:rPr>
          <w:bCs/>
          <w:sz w:val="20"/>
          <w:szCs w:val="20"/>
        </w:rPr>
        <w:t>........</w:t>
      </w:r>
    </w:p>
    <w:p w14:paraId="4E76CDFA" w14:textId="77777777" w:rsidR="008E581E" w:rsidRPr="00654CA7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miejsca wykropkowane tylko w przypadku konieczn</w:t>
      </w:r>
      <w:r w:rsidR="00552CED" w:rsidRPr="00654CA7">
        <w:rPr>
          <w:rFonts w:ascii="Times New Roman" w:hAnsi="Times New Roman"/>
          <w:b/>
          <w:bCs/>
          <w:sz w:val="20"/>
          <w:szCs w:val="20"/>
        </w:rPr>
        <w:t>ości zapłaty odwróconego VAT).</w:t>
      </w:r>
    </w:p>
    <w:p w14:paraId="3EC8E096" w14:textId="329571B3" w:rsidR="008E581E" w:rsidRPr="00654CA7" w:rsidRDefault="00217EF6" w:rsidP="00545237">
      <w:pPr>
        <w:numPr>
          <w:ilvl w:val="0"/>
          <w:numId w:val="9"/>
        </w:num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  <w:r w:rsidR="00552CED" w:rsidRPr="00654CA7">
        <w:rPr>
          <w:rFonts w:ascii="Times New Roman" w:hAnsi="Times New Roman"/>
          <w:sz w:val="20"/>
          <w:szCs w:val="20"/>
        </w:rPr>
        <w:t xml:space="preserve">stosownie do dyspozycji art. </w:t>
      </w:r>
      <w:r w:rsidR="003D2C42" w:rsidRPr="00654CA7">
        <w:rPr>
          <w:rFonts w:ascii="Times New Roman" w:hAnsi="Times New Roman"/>
          <w:sz w:val="20"/>
          <w:szCs w:val="20"/>
        </w:rPr>
        <w:t xml:space="preserve">462 ust.2 </w:t>
      </w:r>
      <w:r w:rsidR="0006075E" w:rsidRPr="00654CA7">
        <w:rPr>
          <w:rFonts w:ascii="Times New Roman" w:hAnsi="Times New Roman"/>
          <w:sz w:val="20"/>
          <w:szCs w:val="20"/>
        </w:rPr>
        <w:t xml:space="preserve"> </w:t>
      </w:r>
      <w:r w:rsidR="00552CED" w:rsidRPr="00654CA7">
        <w:rPr>
          <w:rFonts w:ascii="Times New Roman" w:hAnsi="Times New Roman"/>
          <w:sz w:val="20"/>
          <w:szCs w:val="20"/>
        </w:rPr>
        <w:t>PZP</w:t>
      </w:r>
      <w:r w:rsidR="008E581E" w:rsidRPr="00654CA7">
        <w:rPr>
          <w:rFonts w:ascii="Times New Roman" w:hAnsi="Times New Roman"/>
          <w:sz w:val="20"/>
          <w:szCs w:val="20"/>
        </w:rPr>
        <w:t xml:space="preserve"> następują</w:t>
      </w:r>
      <w:r w:rsidRPr="00654CA7">
        <w:rPr>
          <w:rFonts w:ascii="Times New Roman" w:hAnsi="Times New Roman"/>
          <w:sz w:val="20"/>
          <w:szCs w:val="20"/>
        </w:rPr>
        <w:t xml:space="preserve">ce części zamówienia </w:t>
      </w:r>
      <w:r w:rsidR="0059201F" w:rsidRPr="00654CA7">
        <w:rPr>
          <w:rFonts w:ascii="Times New Roman" w:hAnsi="Times New Roman"/>
          <w:sz w:val="20"/>
          <w:szCs w:val="20"/>
        </w:rPr>
        <w:t xml:space="preserve">dla: 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06075E" w:rsidRPr="00654CA7">
        <w:rPr>
          <w:rFonts w:ascii="Times New Roman" w:hAnsi="Times New Roman"/>
          <w:sz w:val="20"/>
          <w:szCs w:val="20"/>
        </w:rPr>
        <w:t>.................................................</w:t>
      </w:r>
      <w:r w:rsidR="008E581E" w:rsidRPr="00654CA7">
        <w:rPr>
          <w:rFonts w:ascii="Times New Roman" w:hAnsi="Times New Roman"/>
          <w:sz w:val="20"/>
          <w:szCs w:val="20"/>
        </w:rPr>
        <w:t>......................</w:t>
      </w:r>
      <w:r w:rsidR="00F00519" w:rsidRPr="00654CA7">
        <w:rPr>
          <w:rFonts w:ascii="Times New Roman" w:hAnsi="Times New Roman"/>
          <w:sz w:val="20"/>
          <w:szCs w:val="20"/>
        </w:rPr>
        <w:t>...................</w:t>
      </w:r>
      <w:r w:rsidR="007B6F8B" w:rsidRPr="007B6F8B">
        <w:rPr>
          <w:rFonts w:ascii="Times New Roman" w:hAnsi="Times New Roman"/>
          <w:sz w:val="20"/>
          <w:szCs w:val="20"/>
        </w:rPr>
        <w:t xml:space="preserve"> </w:t>
      </w:r>
      <w:r w:rsidR="007B6F8B" w:rsidRPr="00654CA7">
        <w:rPr>
          <w:rFonts w:ascii="Times New Roman" w:hAnsi="Times New Roman"/>
          <w:sz w:val="20"/>
          <w:szCs w:val="20"/>
        </w:rPr>
        <w:t>zamierzam powierzyć Podwykonawcom</w:t>
      </w:r>
      <w:r w:rsidR="00F00519" w:rsidRPr="00654CA7">
        <w:rPr>
          <w:rFonts w:ascii="Times New Roman" w:hAnsi="Times New Roman"/>
          <w:sz w:val="20"/>
          <w:szCs w:val="20"/>
        </w:rPr>
        <w:t xml:space="preserve"> i</w:t>
      </w:r>
      <w:r w:rsidR="00DF39AC" w:rsidRPr="00654CA7">
        <w:rPr>
          <w:rFonts w:ascii="Times New Roman" w:hAnsi="Times New Roman"/>
          <w:sz w:val="20"/>
          <w:szCs w:val="20"/>
        </w:rPr>
        <w:t> </w:t>
      </w:r>
      <w:r w:rsidRPr="00654CA7">
        <w:rPr>
          <w:rFonts w:ascii="Times New Roman" w:hAnsi="Times New Roman"/>
          <w:sz w:val="20"/>
          <w:szCs w:val="20"/>
        </w:rPr>
        <w:t>podaję</w:t>
      </w:r>
      <w:r w:rsidR="008E581E" w:rsidRPr="00654CA7">
        <w:rPr>
          <w:rFonts w:ascii="Times New Roman" w:hAnsi="Times New Roman"/>
          <w:sz w:val="20"/>
          <w:szCs w:val="20"/>
        </w:rPr>
        <w:t xml:space="preserve"> nazwy firm Podwykonawców .......................................................................................</w:t>
      </w:r>
      <w:r w:rsidR="00552CED" w:rsidRPr="00654CA7">
        <w:rPr>
          <w:rFonts w:ascii="Times New Roman" w:hAnsi="Times New Roman"/>
          <w:sz w:val="20"/>
          <w:szCs w:val="20"/>
        </w:rPr>
        <w:t>.........</w:t>
      </w:r>
    </w:p>
    <w:p w14:paraId="3B5CC27E" w14:textId="1AB047A5" w:rsidR="00FE169D" w:rsidRPr="00654CA7" w:rsidRDefault="00FE169D" w:rsidP="00FE169D">
      <w:pPr>
        <w:pStyle w:val="Akapitzlist"/>
        <w:spacing w:before="120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Część procentowa podwykonawstwa: …………………………………………………………………………..</w:t>
      </w:r>
      <w:r w:rsidR="007B6F8B" w:rsidRPr="00654CA7">
        <w:rPr>
          <w:rFonts w:ascii="Times New Roman" w:hAnsi="Times New Roman"/>
          <w:sz w:val="20"/>
          <w:szCs w:val="20"/>
        </w:rPr>
        <w:t>(jeżeli już są znane)</w:t>
      </w:r>
    </w:p>
    <w:p w14:paraId="709E3A1B" w14:textId="77777777" w:rsidR="00046F1F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Oświadczam,</w:t>
      </w:r>
      <w:r w:rsidR="00552CED" w:rsidRPr="00654CA7">
        <w:rPr>
          <w:rFonts w:ascii="Times New Roman" w:hAnsi="Times New Roman"/>
          <w:strike/>
          <w:sz w:val="20"/>
          <w:szCs w:val="20"/>
        </w:rPr>
        <w:t xml:space="preserve"> że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wadium w wysokości </w:t>
      </w:r>
      <w:r w:rsidR="00046F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.....................</w:t>
      </w:r>
      <w:r w:rsidR="008E581E" w:rsidRPr="00654CA7">
        <w:rPr>
          <w:rFonts w:ascii="Times New Roman" w:hAnsi="Times New Roman"/>
          <w:b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PLN (słownie: 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złotych),</w:t>
      </w:r>
      <w:r w:rsidR="005920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zostało wniesione w dni</w:t>
      </w:r>
      <w:r w:rsidR="00E62699" w:rsidRPr="00654CA7">
        <w:rPr>
          <w:rFonts w:ascii="Times New Roman" w:hAnsi="Times New Roman"/>
          <w:strike/>
          <w:sz w:val="20"/>
          <w:szCs w:val="20"/>
        </w:rPr>
        <w:t>u ............... r.</w:t>
      </w:r>
      <w:r w:rsidR="008E581E" w:rsidRPr="00654CA7">
        <w:rPr>
          <w:rFonts w:ascii="Times New Roman" w:hAnsi="Times New Roman"/>
          <w:strike/>
          <w:sz w:val="20"/>
          <w:szCs w:val="20"/>
        </w:rPr>
        <w:t>, w formie: …..……........................................................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</w:t>
      </w:r>
      <w:r w:rsidR="0059201F" w:rsidRPr="00654CA7">
        <w:rPr>
          <w:rFonts w:ascii="Times New Roman" w:hAnsi="Times New Roman"/>
          <w:sz w:val="20"/>
          <w:szCs w:val="20"/>
        </w:rPr>
        <w:t xml:space="preserve"> </w:t>
      </w:r>
      <w:r w:rsidR="00DF39AC" w:rsidRPr="00654CA7">
        <w:rPr>
          <w:rFonts w:ascii="Times New Roman" w:hAnsi="Times New Roman"/>
          <w:sz w:val="20"/>
          <w:szCs w:val="20"/>
        </w:rPr>
        <w:t xml:space="preserve">.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012811F4" w14:textId="77777777" w:rsidR="000D2245" w:rsidRPr="00654CA7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Proszę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 o zwrot wadium wniesionego w pieniądzu</w:t>
      </w:r>
      <w:r w:rsidR="008E581E" w:rsidRPr="00654CA7">
        <w:rPr>
          <w:rFonts w:ascii="Times New Roman" w:hAnsi="Times New Roman"/>
          <w:strike/>
          <w:sz w:val="20"/>
          <w:szCs w:val="20"/>
        </w:rPr>
        <w:t>, na zasad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ach określonych w art. </w:t>
      </w:r>
      <w:r w:rsidR="00F52AEE" w:rsidRPr="00654CA7">
        <w:rPr>
          <w:rFonts w:ascii="Times New Roman" w:hAnsi="Times New Roman"/>
          <w:strike/>
          <w:sz w:val="20"/>
          <w:szCs w:val="20"/>
        </w:rPr>
        <w:t>98 ust.4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P</w:t>
      </w:r>
      <w:r w:rsidR="00E62699" w:rsidRPr="00654CA7">
        <w:rPr>
          <w:rFonts w:ascii="Times New Roman" w:hAnsi="Times New Roman"/>
          <w:strike/>
          <w:sz w:val="20"/>
          <w:szCs w:val="20"/>
        </w:rPr>
        <w:t>ZP</w:t>
      </w:r>
      <w:r w:rsidR="008E581E" w:rsidRPr="00654CA7">
        <w:rPr>
          <w:rFonts w:ascii="Times New Roman" w:hAnsi="Times New Roman"/>
          <w:strike/>
          <w:sz w:val="20"/>
          <w:szCs w:val="20"/>
        </w:rPr>
        <w:t>, na następujący rachunek: …...………………..............................................................…...…………</w:t>
      </w:r>
      <w:r w:rsidR="000D2245" w:rsidRPr="00654CA7">
        <w:rPr>
          <w:rFonts w:ascii="Times New Roman" w:hAnsi="Times New Roman"/>
          <w:strike/>
          <w:sz w:val="20"/>
          <w:szCs w:val="20"/>
        </w:rPr>
        <w:t>…</w:t>
      </w:r>
      <w:r w:rsidR="000D2245" w:rsidRPr="00654CA7">
        <w:rPr>
          <w:rFonts w:ascii="Times New Roman" w:hAnsi="Times New Roman"/>
          <w:sz w:val="20"/>
          <w:szCs w:val="20"/>
        </w:rPr>
        <w:t xml:space="preserve">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9455FBB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Zobowiązuję</w:t>
      </w:r>
      <w:r w:rsidR="008E581E" w:rsidRPr="00654CA7">
        <w:rPr>
          <w:rFonts w:ascii="Times New Roman" w:hAnsi="Times New Roman"/>
          <w:sz w:val="20"/>
          <w:szCs w:val="20"/>
        </w:rPr>
        <w:t xml:space="preserve"> si</w:t>
      </w:r>
      <w:r w:rsidR="00E62699" w:rsidRPr="00654CA7">
        <w:rPr>
          <w:rFonts w:ascii="Times New Roman" w:hAnsi="Times New Roman"/>
          <w:sz w:val="20"/>
          <w:szCs w:val="20"/>
        </w:rPr>
        <w:t xml:space="preserve">ę do zawarcia umowy w miejscu i </w:t>
      </w:r>
      <w:r w:rsidR="008E581E" w:rsidRPr="00654CA7">
        <w:rPr>
          <w:rFonts w:ascii="Times New Roman" w:hAnsi="Times New Roman"/>
          <w:sz w:val="20"/>
          <w:szCs w:val="20"/>
        </w:rPr>
        <w:t>terminie wyznaczonym przez Zamawiającego.</w:t>
      </w:r>
    </w:p>
    <w:p w14:paraId="75767B92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trike/>
          <w:sz w:val="20"/>
          <w:szCs w:val="20"/>
          <w:u w:val="single"/>
        </w:rPr>
      </w:pPr>
      <w:r w:rsidRPr="00654CA7">
        <w:rPr>
          <w:rFonts w:ascii="Times New Roman" w:hAnsi="Times New Roman"/>
          <w:strike/>
          <w:sz w:val="20"/>
          <w:szCs w:val="20"/>
          <w:u w:val="single"/>
        </w:rPr>
        <w:t>Zobowiązuję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się do wniesienia, najpóźniej w dniu zawarcia umowy, zabezpieczen</w:t>
      </w:r>
      <w:r w:rsidR="00E62699" w:rsidRPr="00654CA7">
        <w:rPr>
          <w:rFonts w:ascii="Times New Roman" w:hAnsi="Times New Roman"/>
          <w:strike/>
          <w:sz w:val="20"/>
          <w:szCs w:val="20"/>
          <w:u w:val="single"/>
        </w:rPr>
        <w:t xml:space="preserve">ia należytego wykonania umowy w </w:t>
      </w:r>
      <w:r w:rsidR="00F34D0F" w:rsidRPr="00654CA7">
        <w:rPr>
          <w:rFonts w:ascii="Times New Roman" w:hAnsi="Times New Roman"/>
          <w:strike/>
          <w:sz w:val="20"/>
          <w:szCs w:val="20"/>
          <w:u w:val="single"/>
        </w:rPr>
        <w:t>wysokości …….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% ceny ofertowej brutto.</w:t>
      </w:r>
    </w:p>
    <w:p w14:paraId="5D6F9855" w14:textId="77777777" w:rsidR="00F34D0F" w:rsidRPr="00654CA7" w:rsidRDefault="00F34D0F" w:rsidP="00F34D0F">
      <w:pPr>
        <w:spacing w:before="120" w:line="276" w:lineRule="auto"/>
        <w:ind w:left="7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1D33DE4E" w14:textId="77777777" w:rsidR="008E581E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lastRenderedPageBreak/>
        <w:t>Oświadczam</w:t>
      </w:r>
      <w:r w:rsidR="008E581E" w:rsidRPr="00654CA7">
        <w:rPr>
          <w:rFonts w:ascii="Times New Roman" w:hAnsi="Times New Roman"/>
          <w:bCs/>
          <w:sz w:val="20"/>
          <w:szCs w:val="20"/>
        </w:rPr>
        <w:t xml:space="preserve">, że następujące informacje zawarte w ofercie stanowią tajemnicę przedsiębiorstwa: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 w:rsidR="00E62699" w:rsidRPr="00654CA7">
        <w:rPr>
          <w:rFonts w:ascii="Times New Roman" w:hAnsi="Times New Roman"/>
          <w:sz w:val="20"/>
          <w:szCs w:val="20"/>
        </w:rPr>
        <w:t>....................</w:t>
      </w:r>
    </w:p>
    <w:p w14:paraId="69E41F9D" w14:textId="77777777" w:rsidR="0029684C" w:rsidRPr="00654CA7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Uzasadnienie zastrzeżenia ww. informacji jako taj</w:t>
      </w:r>
      <w:r w:rsidR="00E62699" w:rsidRPr="00654CA7">
        <w:rPr>
          <w:bCs/>
          <w:sz w:val="20"/>
          <w:szCs w:val="20"/>
        </w:rPr>
        <w:t xml:space="preserve">emnicy przedsiębiorstwa zostało </w:t>
      </w:r>
      <w:r w:rsidRPr="00654CA7">
        <w:rPr>
          <w:bCs/>
          <w:sz w:val="20"/>
          <w:szCs w:val="20"/>
        </w:rPr>
        <w:t>załączone do mojej</w:t>
      </w:r>
      <w:r w:rsidR="00217EF6" w:rsidRPr="00654CA7">
        <w:rPr>
          <w:bCs/>
          <w:sz w:val="20"/>
          <w:szCs w:val="20"/>
        </w:rPr>
        <w:t xml:space="preserve"> </w:t>
      </w:r>
      <w:r w:rsidR="00E62699" w:rsidRPr="00654CA7">
        <w:rPr>
          <w:bCs/>
          <w:sz w:val="20"/>
          <w:szCs w:val="20"/>
        </w:rPr>
        <w:t>oferty.</w:t>
      </w:r>
    </w:p>
    <w:p w14:paraId="6F9DBC99" w14:textId="77777777" w:rsidR="009E5A3C" w:rsidRPr="00654CA7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Times New Roman" w:eastAsia="Calibri" w:hAnsi="Times New Roman"/>
          <w:sz w:val="20"/>
          <w:szCs w:val="20"/>
          <w:lang w:eastAsia="en-GB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Na potwierdzenie braku podstaw wykluczenia podwykonawców załączamy JEDZ podwykonawców.</w:t>
      </w:r>
    </w:p>
    <w:p w14:paraId="11592F5F" w14:textId="77777777" w:rsidR="00217EF6" w:rsidRPr="00654CA7" w:rsidRDefault="00217EF6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654CA7" w14:paraId="7E47D1E2" w14:textId="77777777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7B17AB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WIELKOŚĆ PRZEDSIĘBIORSTWA</w:t>
            </w:r>
            <w:r w:rsidRPr="00654CA7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17EF6" w:rsidRPr="00654CA7" w14:paraId="26605DDD" w14:textId="77777777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D858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6A95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9BF6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14C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duże</w:t>
            </w:r>
          </w:p>
        </w:tc>
      </w:tr>
    </w:tbl>
    <w:p w14:paraId="59FDA52D" w14:textId="77777777" w:rsidR="00217EF6" w:rsidRPr="00654CA7" w:rsidRDefault="00217EF6" w:rsidP="00046F1F">
      <w:pPr>
        <w:pStyle w:val="Text1"/>
        <w:spacing w:line="276" w:lineRule="auto"/>
        <w:rPr>
          <w:sz w:val="20"/>
          <w:szCs w:val="20"/>
        </w:rPr>
      </w:pPr>
    </w:p>
    <w:p w14:paraId="72B68A88" w14:textId="77777777" w:rsidR="00217EF6" w:rsidRPr="00654CA7" w:rsidRDefault="00217EF6" w:rsidP="00046F1F">
      <w:pPr>
        <w:pStyle w:val="Text1"/>
        <w:spacing w:line="276" w:lineRule="auto"/>
        <w:ind w:left="426"/>
        <w:rPr>
          <w:sz w:val="20"/>
          <w:szCs w:val="20"/>
        </w:rPr>
      </w:pPr>
      <w:r w:rsidRPr="00654CA7">
        <w:rPr>
          <w:sz w:val="20"/>
          <w:szCs w:val="20"/>
        </w:rPr>
        <w:t>Oświadczam, iż dane dotyczące statusu przedsiębiorstwa są zgodne ze stanem faktycznym oraz że jestem świadomy/a odpowiedzialności karnej z art. 233 Kodeksu Karnego.</w:t>
      </w:r>
    </w:p>
    <w:p w14:paraId="5FED85C8" w14:textId="77777777" w:rsidR="0029684C" w:rsidRPr="00654CA7" w:rsidRDefault="001F5D51" w:rsidP="00C173B3">
      <w:pPr>
        <w:pStyle w:val="NumPar1"/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00654CA7">
        <w:rPr>
          <w:sz w:val="20"/>
          <w:szCs w:val="20"/>
        </w:rPr>
        <w:t>Oświadczam</w:t>
      </w:r>
      <w:r w:rsidR="00217EF6" w:rsidRPr="00654CA7">
        <w:rPr>
          <w:sz w:val="20"/>
          <w:szCs w:val="20"/>
        </w:rPr>
        <w:t xml:space="preserve">, </w:t>
      </w:r>
      <w:r w:rsidRPr="00654CA7">
        <w:rPr>
          <w:sz w:val="20"/>
          <w:szCs w:val="20"/>
        </w:rPr>
        <w:t>iż realizując zamówienie będ</w:t>
      </w:r>
      <w:r w:rsidR="00217EF6" w:rsidRPr="00654CA7">
        <w:rPr>
          <w:sz w:val="20"/>
          <w:szCs w:val="20"/>
        </w:rPr>
        <w:t>ę stosował</w:t>
      </w:r>
      <w:r w:rsidRPr="00654CA7">
        <w:rPr>
          <w:sz w:val="20"/>
          <w:szCs w:val="20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 w:rsidRPr="00654CA7">
        <w:rPr>
          <w:sz w:val="20"/>
          <w:szCs w:val="20"/>
        </w:rPr>
        <w:t> </w:t>
      </w:r>
      <w:r w:rsidRPr="00654CA7">
        <w:rPr>
          <w:sz w:val="20"/>
          <w:szCs w:val="20"/>
        </w:rPr>
        <w:t xml:space="preserve">ochronie danych, Dz. Urz. UE L </w:t>
      </w:r>
      <w:r w:rsidR="00F00519" w:rsidRPr="00654CA7">
        <w:rPr>
          <w:sz w:val="20"/>
          <w:szCs w:val="20"/>
        </w:rPr>
        <w:t>2016 r. nr. 119 s. 1 – „RODO”).</w:t>
      </w:r>
    </w:p>
    <w:p w14:paraId="36322598" w14:textId="77777777" w:rsidR="001F5D51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>Oświadczam, że wypełniłem</w:t>
      </w:r>
      <w:r w:rsidR="001F5D51" w:rsidRPr="00654CA7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 w:rsidRPr="00654CA7">
        <w:rPr>
          <w:sz w:val="20"/>
          <w:szCs w:val="20"/>
        </w:rPr>
        <w:t>łem</w:t>
      </w:r>
      <w:r w:rsidR="001F5D51" w:rsidRPr="00654CA7">
        <w:rPr>
          <w:sz w:val="20"/>
          <w:szCs w:val="20"/>
        </w:rPr>
        <w:t xml:space="preserve"> w celu ubiegania się o udzielenie zamówienia publicznego w niniejszym postępowaniu.</w:t>
      </w:r>
    </w:p>
    <w:p w14:paraId="3CD90D30" w14:textId="77777777" w:rsidR="00161D03" w:rsidRPr="00654CA7" w:rsidRDefault="00161D03" w:rsidP="00B930F6">
      <w:pPr>
        <w:pStyle w:val="Text1"/>
        <w:ind w:left="720"/>
        <w:rPr>
          <w:sz w:val="20"/>
          <w:szCs w:val="20"/>
        </w:rPr>
      </w:pPr>
    </w:p>
    <w:p w14:paraId="6DDBC386" w14:textId="77777777" w:rsidR="00161D03" w:rsidRPr="00654CA7" w:rsidRDefault="00161D03" w:rsidP="00161D03">
      <w:pPr>
        <w:autoSpaceDN w:val="0"/>
        <w:spacing w:after="5" w:line="276" w:lineRule="auto"/>
        <w:ind w:left="360" w:hanging="36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PONIŻSZĄ TABELĘ NALEŻY WYPEŁNIĆ WYŁĄCZNIE W PRZYPADKU ZASTOSOWANIA MATERIAŁÓW I URZĄDZEŃ ORAZ ROZWIĄZAŃ RÓWNOWAŻNYCH.</w:t>
      </w:r>
    </w:p>
    <w:p w14:paraId="22E8EAC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</w:p>
    <w:p w14:paraId="5C82F0B6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161D03" w:rsidRPr="00654CA7" w14:paraId="4ECFB3F9" w14:textId="77777777" w:rsidTr="002130F8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66F6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61D03" w:rsidRPr="00654CA7" w14:paraId="5BAE5697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3831AD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661A3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oryginalnego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654CA7">
              <w:rPr>
                <w:rFonts w:ascii="Times New Roman" w:eastAsia="Arial" w:hAnsi="Times New Roman"/>
                <w:bCs/>
                <w:i/>
                <w:color w:val="000000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6C6F00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B2319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Producent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</w:p>
        </w:tc>
      </w:tr>
      <w:tr w:rsidR="00161D03" w:rsidRPr="00654CA7" w14:paraId="2A62852A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B6E5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1597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0D4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235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3C99DF8D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641E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C8DC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75BE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E16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6F2F8EAC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1EC9A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BB9F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076FD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928A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</w:tbl>
    <w:p w14:paraId="0E8154D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p w14:paraId="129FCB57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pacing w:val="-4"/>
          <w:sz w:val="20"/>
          <w:szCs w:val="20"/>
        </w:rPr>
        <w:t xml:space="preserve">Zgodnie z SWZ, w załączeniu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odpowiednie dokumenty (w języku polskim) </w:t>
      </w:r>
      <w:r w:rsidRPr="00654CA7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7489449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Szczegółowe zapisy dotyczące równoważności znajdują się w SWZ.</w:t>
      </w:r>
    </w:p>
    <w:p w14:paraId="566D7987" w14:textId="77777777" w:rsidR="00161D03" w:rsidRPr="00654CA7" w:rsidRDefault="00161D03" w:rsidP="00161D03">
      <w:pPr>
        <w:spacing w:after="301"/>
        <w:ind w:right="100"/>
        <w:rPr>
          <w:rFonts w:ascii="Times New Roman" w:hAnsi="Times New Roman"/>
          <w:sz w:val="20"/>
          <w:szCs w:val="20"/>
        </w:rPr>
      </w:pPr>
    </w:p>
    <w:p w14:paraId="40DC150C" w14:textId="77777777" w:rsidR="00161D03" w:rsidRPr="00654CA7" w:rsidRDefault="00161D03" w:rsidP="00161D03">
      <w:pPr>
        <w:pStyle w:val="Text1"/>
        <w:rPr>
          <w:sz w:val="20"/>
          <w:szCs w:val="20"/>
        </w:rPr>
      </w:pPr>
    </w:p>
    <w:p w14:paraId="56204181" w14:textId="77777777" w:rsidR="001F5D51" w:rsidRPr="00654CA7" w:rsidRDefault="001F5D51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Wszelką korespondencję w sprawie niniejszego postępowania należy kierować na:</w:t>
      </w:r>
    </w:p>
    <w:p w14:paraId="2E7DCB08" w14:textId="77777777" w:rsidR="0029684C" w:rsidRPr="00654CA7" w:rsidRDefault="001F5D51" w:rsidP="00D35252">
      <w:pPr>
        <w:pStyle w:val="NumPar1"/>
        <w:numPr>
          <w:ilvl w:val="0"/>
          <w:numId w:val="0"/>
        </w:numPr>
        <w:spacing w:line="276" w:lineRule="auto"/>
        <w:ind w:left="426"/>
        <w:jc w:val="left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- adres e-mail:</w:t>
      </w:r>
      <w:r w:rsidRPr="00654CA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54CA7">
        <w:rPr>
          <w:bCs/>
          <w:sz w:val="20"/>
          <w:szCs w:val="20"/>
        </w:rPr>
        <w:t>……………………</w:t>
      </w:r>
      <w:r w:rsidR="00E3754F" w:rsidRPr="00654CA7">
        <w:rPr>
          <w:bCs/>
          <w:sz w:val="20"/>
          <w:szCs w:val="20"/>
        </w:rPr>
        <w:t>……………………………………………………………………………</w:t>
      </w:r>
    </w:p>
    <w:p w14:paraId="2AE2AB3A" w14:textId="77777777" w:rsidR="008E581E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Do oferty dołączam</w:t>
      </w:r>
      <w:r w:rsidR="008E581E" w:rsidRPr="00654CA7">
        <w:rPr>
          <w:bCs/>
          <w:sz w:val="20"/>
          <w:szCs w:val="20"/>
        </w:rPr>
        <w:t>:</w:t>
      </w:r>
    </w:p>
    <w:p w14:paraId="54CFA82F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74044B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654CA7" w14:paraId="5C676B6F" w14:textId="77777777" w:rsidTr="008B271E">
        <w:tc>
          <w:tcPr>
            <w:tcW w:w="5556" w:type="dxa"/>
          </w:tcPr>
          <w:p w14:paraId="26D57655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629607C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06915ADE" w14:textId="77777777" w:rsidR="00640D4B" w:rsidRPr="00654CA7" w:rsidRDefault="00640D4B" w:rsidP="00046F1F">
      <w:pPr>
        <w:spacing w:before="120" w:line="276" w:lineRule="auto"/>
        <w:rPr>
          <w:rFonts w:ascii="Times New Roman" w:hAnsi="Times New Roman"/>
          <w:sz w:val="20"/>
          <w:szCs w:val="20"/>
        </w:rPr>
      </w:pPr>
    </w:p>
    <w:p w14:paraId="1157AC73" w14:textId="77777777" w:rsidR="001F5D51" w:rsidRPr="00654CA7" w:rsidRDefault="0008087B" w:rsidP="00046F1F">
      <w:pPr>
        <w:spacing w:before="120" w:line="276" w:lineRule="auto"/>
        <w:jc w:val="right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i/>
          <w:sz w:val="20"/>
          <w:szCs w:val="20"/>
        </w:rPr>
        <w:t>Dokument musi być podpisany kwalifikowanym podpisem elektronicznym</w:t>
      </w:r>
    </w:p>
    <w:p w14:paraId="6B7F7B49" w14:textId="77777777" w:rsidR="00545237" w:rsidRPr="00654CA7" w:rsidRDefault="00545237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14A9929D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486A4483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2FD32743" w14:textId="77777777" w:rsidR="00C707EF" w:rsidRPr="00654CA7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Proszę wypełnić elektronicznie i podpisać kwalifikowanym podpisem elektronicznym.</w:t>
      </w:r>
    </w:p>
    <w:p w14:paraId="52960EBA" w14:textId="77777777" w:rsidR="00C707EF" w:rsidRPr="00654CA7" w:rsidRDefault="00C707EF" w:rsidP="00C707EF">
      <w:pPr>
        <w:rPr>
          <w:rFonts w:ascii="Times New Roman" w:hAnsi="Times New Roman"/>
          <w:sz w:val="20"/>
          <w:szCs w:val="20"/>
        </w:rPr>
      </w:pPr>
    </w:p>
    <w:p w14:paraId="61BFEA28" w14:textId="77777777" w:rsidR="00B3569C" w:rsidRPr="00654CA7" w:rsidRDefault="00B3569C" w:rsidP="00C707EF">
      <w:pPr>
        <w:rPr>
          <w:rFonts w:ascii="Times New Roman" w:hAnsi="Times New Roman"/>
          <w:sz w:val="20"/>
          <w:szCs w:val="20"/>
        </w:rPr>
      </w:pPr>
    </w:p>
    <w:sectPr w:rsidR="00B3569C" w:rsidRPr="00654CA7" w:rsidSect="009478CB">
      <w:footerReference w:type="even" r:id="rId8"/>
      <w:footerReference w:type="default" r:id="rId9"/>
      <w:footerReference w:type="first" r:id="rId10"/>
      <w:pgSz w:w="11906" w:h="16838" w:code="9"/>
      <w:pgMar w:top="567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664A6" w14:textId="77777777" w:rsidR="007168BF" w:rsidRDefault="007168BF">
      <w:r>
        <w:separator/>
      </w:r>
    </w:p>
    <w:p w14:paraId="16F02EAA" w14:textId="77777777" w:rsidR="007168BF" w:rsidRDefault="007168BF"/>
  </w:endnote>
  <w:endnote w:type="continuationSeparator" w:id="0">
    <w:p w14:paraId="4CBE5D58" w14:textId="77777777" w:rsidR="007168BF" w:rsidRDefault="007168BF">
      <w:r>
        <w:continuationSeparator/>
      </w:r>
    </w:p>
    <w:p w14:paraId="3E0FCC37" w14:textId="77777777" w:rsidR="007168BF" w:rsidRDefault="00716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DF801" w14:textId="77777777"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14:paraId="34D01608" w14:textId="77777777" w:rsidR="00CC1E27" w:rsidRDefault="00CC1E27"/>
  <w:p w14:paraId="2DE9F850" w14:textId="77777777" w:rsidR="00CC1E27" w:rsidRDefault="00CC1E27"/>
  <w:p w14:paraId="03E7F2E0" w14:textId="77777777" w:rsidR="00CC1E27" w:rsidRDefault="00CC1E27"/>
  <w:p w14:paraId="745D3EBC" w14:textId="77777777"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83C9773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FA095" w14:textId="37F0CFB5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14:paraId="304072AF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B492E" w14:textId="4FE0195A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14:paraId="53132B1F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13F47" w14:textId="77777777" w:rsidR="007168BF" w:rsidRDefault="007168BF">
      <w:r>
        <w:separator/>
      </w:r>
    </w:p>
    <w:p w14:paraId="7C356041" w14:textId="77777777" w:rsidR="007168BF" w:rsidRDefault="007168BF"/>
  </w:footnote>
  <w:footnote w:type="continuationSeparator" w:id="0">
    <w:p w14:paraId="5F92F4B0" w14:textId="77777777" w:rsidR="007168BF" w:rsidRDefault="007168BF">
      <w:r>
        <w:continuationSeparator/>
      </w:r>
    </w:p>
    <w:p w14:paraId="23C1FDA0" w14:textId="77777777" w:rsidR="007168BF" w:rsidRDefault="007168BF"/>
  </w:footnote>
  <w:footnote w:id="1">
    <w:p w14:paraId="185C9341" w14:textId="77777777"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3289ED86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69EE0A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ADDF6F6" w14:textId="77777777"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14:paraId="205802A0" w14:textId="77777777"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14:paraId="6B6983FF" w14:textId="77777777"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6713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87CEF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12D7"/>
    <w:rsid w:val="0014311C"/>
    <w:rsid w:val="001466EB"/>
    <w:rsid w:val="00147DED"/>
    <w:rsid w:val="00154A6F"/>
    <w:rsid w:val="0016009A"/>
    <w:rsid w:val="00161D03"/>
    <w:rsid w:val="001621B7"/>
    <w:rsid w:val="00165192"/>
    <w:rsid w:val="00165FED"/>
    <w:rsid w:val="00172AA3"/>
    <w:rsid w:val="0017578B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077E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F07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148F"/>
    <w:rsid w:val="003B2686"/>
    <w:rsid w:val="003B3D1B"/>
    <w:rsid w:val="003B5E7C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1DBC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6499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3742"/>
    <w:rsid w:val="00613F14"/>
    <w:rsid w:val="00614432"/>
    <w:rsid w:val="006152F5"/>
    <w:rsid w:val="00620923"/>
    <w:rsid w:val="00621115"/>
    <w:rsid w:val="00623E7B"/>
    <w:rsid w:val="00625C43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4CA7"/>
    <w:rsid w:val="00655FD6"/>
    <w:rsid w:val="00661F97"/>
    <w:rsid w:val="00663876"/>
    <w:rsid w:val="006644F9"/>
    <w:rsid w:val="00666E79"/>
    <w:rsid w:val="00673F90"/>
    <w:rsid w:val="006837D3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6855"/>
    <w:rsid w:val="006F7FAF"/>
    <w:rsid w:val="00700ED4"/>
    <w:rsid w:val="007050C7"/>
    <w:rsid w:val="007073F2"/>
    <w:rsid w:val="00714B42"/>
    <w:rsid w:val="007168BF"/>
    <w:rsid w:val="007176F3"/>
    <w:rsid w:val="00720302"/>
    <w:rsid w:val="00725B3E"/>
    <w:rsid w:val="0072639F"/>
    <w:rsid w:val="0073538D"/>
    <w:rsid w:val="00736571"/>
    <w:rsid w:val="00737178"/>
    <w:rsid w:val="00742FFB"/>
    <w:rsid w:val="00743822"/>
    <w:rsid w:val="00745028"/>
    <w:rsid w:val="00745EB3"/>
    <w:rsid w:val="0074762A"/>
    <w:rsid w:val="00751808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B6F8B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105F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59D0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4D76"/>
    <w:rsid w:val="0091287E"/>
    <w:rsid w:val="00912DCE"/>
    <w:rsid w:val="00920167"/>
    <w:rsid w:val="00924E9F"/>
    <w:rsid w:val="00930E98"/>
    <w:rsid w:val="00931229"/>
    <w:rsid w:val="009314D9"/>
    <w:rsid w:val="00931F00"/>
    <w:rsid w:val="00942F90"/>
    <w:rsid w:val="00944D9C"/>
    <w:rsid w:val="009450E0"/>
    <w:rsid w:val="0094675B"/>
    <w:rsid w:val="009478CB"/>
    <w:rsid w:val="00947E81"/>
    <w:rsid w:val="0095460B"/>
    <w:rsid w:val="009609DB"/>
    <w:rsid w:val="00966049"/>
    <w:rsid w:val="00971CD1"/>
    <w:rsid w:val="00973D58"/>
    <w:rsid w:val="00973D74"/>
    <w:rsid w:val="00975D86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0089"/>
    <w:rsid w:val="00AB2997"/>
    <w:rsid w:val="00AC123B"/>
    <w:rsid w:val="00AC3C47"/>
    <w:rsid w:val="00AC687B"/>
    <w:rsid w:val="00AD00B1"/>
    <w:rsid w:val="00AD23E6"/>
    <w:rsid w:val="00AE254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1C47"/>
    <w:rsid w:val="00B82CC6"/>
    <w:rsid w:val="00B85F12"/>
    <w:rsid w:val="00B86D69"/>
    <w:rsid w:val="00B90BB2"/>
    <w:rsid w:val="00B930F6"/>
    <w:rsid w:val="00B95EFE"/>
    <w:rsid w:val="00B964F8"/>
    <w:rsid w:val="00BA22DD"/>
    <w:rsid w:val="00BA5E2A"/>
    <w:rsid w:val="00BA664C"/>
    <w:rsid w:val="00BA70B6"/>
    <w:rsid w:val="00BA7522"/>
    <w:rsid w:val="00BB19AC"/>
    <w:rsid w:val="00BB52BB"/>
    <w:rsid w:val="00BC66E9"/>
    <w:rsid w:val="00BD0466"/>
    <w:rsid w:val="00BD340E"/>
    <w:rsid w:val="00BE1C90"/>
    <w:rsid w:val="00BE7218"/>
    <w:rsid w:val="00BF090A"/>
    <w:rsid w:val="00BF0BE9"/>
    <w:rsid w:val="00BF2FCF"/>
    <w:rsid w:val="00BF52A3"/>
    <w:rsid w:val="00C0151D"/>
    <w:rsid w:val="00C04FAF"/>
    <w:rsid w:val="00C05467"/>
    <w:rsid w:val="00C10EDD"/>
    <w:rsid w:val="00C13F2B"/>
    <w:rsid w:val="00C13F54"/>
    <w:rsid w:val="00C152CC"/>
    <w:rsid w:val="00C16ACA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07EF"/>
    <w:rsid w:val="00C8080E"/>
    <w:rsid w:val="00C85A6B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B7607"/>
    <w:rsid w:val="00CC1B70"/>
    <w:rsid w:val="00CC1C0B"/>
    <w:rsid w:val="00CC1E27"/>
    <w:rsid w:val="00CC44D0"/>
    <w:rsid w:val="00CC63F0"/>
    <w:rsid w:val="00CC6CC5"/>
    <w:rsid w:val="00CD13D1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7FBA"/>
    <w:rsid w:val="00D20048"/>
    <w:rsid w:val="00D20FD6"/>
    <w:rsid w:val="00D2578F"/>
    <w:rsid w:val="00D35252"/>
    <w:rsid w:val="00D35507"/>
    <w:rsid w:val="00D44873"/>
    <w:rsid w:val="00D47D65"/>
    <w:rsid w:val="00D516E7"/>
    <w:rsid w:val="00D52081"/>
    <w:rsid w:val="00D54501"/>
    <w:rsid w:val="00D54976"/>
    <w:rsid w:val="00D55F45"/>
    <w:rsid w:val="00D568C4"/>
    <w:rsid w:val="00D57C65"/>
    <w:rsid w:val="00D62BB3"/>
    <w:rsid w:val="00D63894"/>
    <w:rsid w:val="00D638F5"/>
    <w:rsid w:val="00D712DD"/>
    <w:rsid w:val="00D73F36"/>
    <w:rsid w:val="00D7526D"/>
    <w:rsid w:val="00D77958"/>
    <w:rsid w:val="00D80828"/>
    <w:rsid w:val="00D81DAC"/>
    <w:rsid w:val="00D91130"/>
    <w:rsid w:val="00D94B9A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3D12"/>
    <w:rsid w:val="00DD5E07"/>
    <w:rsid w:val="00DE531E"/>
    <w:rsid w:val="00DE5731"/>
    <w:rsid w:val="00DE7899"/>
    <w:rsid w:val="00DF0788"/>
    <w:rsid w:val="00DF35EE"/>
    <w:rsid w:val="00DF39AC"/>
    <w:rsid w:val="00DF3D32"/>
    <w:rsid w:val="00DF46DB"/>
    <w:rsid w:val="00DF7406"/>
    <w:rsid w:val="00E00428"/>
    <w:rsid w:val="00E03349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0A7E"/>
    <w:rsid w:val="00E5150B"/>
    <w:rsid w:val="00E52AAD"/>
    <w:rsid w:val="00E60581"/>
    <w:rsid w:val="00E61FBE"/>
    <w:rsid w:val="00E62699"/>
    <w:rsid w:val="00E6336B"/>
    <w:rsid w:val="00E72BFC"/>
    <w:rsid w:val="00E82434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05AB"/>
    <w:rsid w:val="00EE3FB6"/>
    <w:rsid w:val="00EE4E81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0060"/>
    <w:rsid w:val="00F9397B"/>
    <w:rsid w:val="00F962B0"/>
    <w:rsid w:val="00F964AF"/>
    <w:rsid w:val="00FA0655"/>
    <w:rsid w:val="00FA35AE"/>
    <w:rsid w:val="00FA3A7D"/>
    <w:rsid w:val="00FA4D02"/>
    <w:rsid w:val="00FB0937"/>
    <w:rsid w:val="00FB1416"/>
    <w:rsid w:val="00FB396B"/>
    <w:rsid w:val="00FC2547"/>
    <w:rsid w:val="00FC5914"/>
    <w:rsid w:val="00FC7A72"/>
    <w:rsid w:val="00FD1ED1"/>
    <w:rsid w:val="00FD442C"/>
    <w:rsid w:val="00FD5924"/>
    <w:rsid w:val="00FD7205"/>
    <w:rsid w:val="00FE169D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182E54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E688D-94C5-45A6-8CBA-E812FB1B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4</Pages>
  <Words>782</Words>
  <Characters>8427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</cp:revision>
  <cp:lastPrinted>2021-03-05T11:43:00Z</cp:lastPrinted>
  <dcterms:created xsi:type="dcterms:W3CDTF">2024-10-29T10:36:00Z</dcterms:created>
  <dcterms:modified xsi:type="dcterms:W3CDTF">2024-10-29T10:36:00Z</dcterms:modified>
</cp:coreProperties>
</file>